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61336E" w:rsidRPr="00E0462F">
        <w:trPr>
          <w:trHeight w:hRule="exact" w:val="2880"/>
        </w:trPr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:rsidR="0061336E" w:rsidRPr="00E0462F" w:rsidRDefault="0061336E">
            <w:bookmarkStart w:id="0" w:name="_GoBack"/>
            <w:bookmarkEnd w:id="0"/>
          </w:p>
        </w:tc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:rsidR="0061336E" w:rsidRPr="00E0462F" w:rsidRDefault="0061336E"/>
        </w:tc>
      </w:tr>
      <w:tr w:rsidR="0061336E" w:rsidRPr="00E0462F">
        <w:trPr>
          <w:trHeight w:hRule="exact" w:val="2880"/>
        </w:trPr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:rsidR="0061336E" w:rsidRPr="00E0462F" w:rsidRDefault="0061336E"/>
        </w:tc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:rsidR="0061336E" w:rsidRPr="00E0462F" w:rsidRDefault="0061336E"/>
        </w:tc>
      </w:tr>
      <w:tr w:rsidR="0061336E" w:rsidRPr="00E0462F">
        <w:trPr>
          <w:trHeight w:hRule="exact" w:val="2880"/>
        </w:trPr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:rsidR="0061336E" w:rsidRPr="00E0462F" w:rsidRDefault="0061336E"/>
        </w:tc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:rsidR="0061336E" w:rsidRPr="00E0462F" w:rsidRDefault="0061336E"/>
        </w:tc>
      </w:tr>
      <w:tr w:rsidR="0061336E" w:rsidRPr="00E0462F">
        <w:trPr>
          <w:trHeight w:hRule="exact" w:val="2880"/>
        </w:trPr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:rsidR="0061336E" w:rsidRPr="00E0462F" w:rsidRDefault="0061336E"/>
        </w:tc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:rsidR="0061336E" w:rsidRPr="00E0462F" w:rsidRDefault="0061336E"/>
        </w:tc>
      </w:tr>
      <w:tr w:rsidR="0061336E" w:rsidRPr="00E0462F">
        <w:trPr>
          <w:trHeight w:hRule="exact" w:val="2880"/>
        </w:trPr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:rsidR="0061336E" w:rsidRPr="00E0462F" w:rsidRDefault="0061336E"/>
        </w:tc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:rsidR="0061336E" w:rsidRPr="00E0462F" w:rsidRDefault="0061336E"/>
        </w:tc>
      </w:tr>
    </w:tbl>
    <w:p w:rsidR="0061336E" w:rsidRDefault="003139B7">
      <w:pPr>
        <w:spacing w:after="0" w:line="20" w:lineRule="exact"/>
      </w:pPr>
      <w:r>
        <w:rPr>
          <w:noProof/>
        </w:rPr>
        <w:drawing>
          <wp:anchor distT="0" distB="0" distL="114300" distR="114300" simplePos="0" relativeHeight="251642880" behindDoc="0" locked="1" layoutInCell="1" allowOverlap="1">
            <wp:simplePos x="0" y="0"/>
            <wp:positionH relativeFrom="page">
              <wp:posOffset>783590</wp:posOffset>
            </wp:positionH>
            <wp:positionV relativeFrom="page">
              <wp:posOffset>562610</wp:posOffset>
            </wp:positionV>
            <wp:extent cx="3017520" cy="1645920"/>
            <wp:effectExtent l="0" t="0" r="5080" b="5080"/>
            <wp:wrapNone/>
            <wp:docPr id="31" name="Picture_MP1_PF44_PF47_237.6_129.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_MP1_PF44_PF47_237.6_129.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30175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1" layoutInCell="1" allowOverlap="1">
                <wp:simplePos x="0" y="0"/>
                <wp:positionH relativeFrom="page">
                  <wp:posOffset>2254250</wp:posOffset>
                </wp:positionH>
                <wp:positionV relativeFrom="page">
                  <wp:posOffset>814070</wp:posOffset>
                </wp:positionV>
                <wp:extent cx="1371600" cy="254000"/>
                <wp:effectExtent l="6350" t="1270" r="6350" b="0"/>
                <wp:wrapNone/>
                <wp:docPr id="29" name="TextBox_MP1_PF2_PF5_108_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2"/>
                            </w:pPr>
                            <w:r>
                              <w:t>Gift Coupon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2_PF5_108_21" o:spid="_x0000_s1026" style="position:absolute;margin-left:177.5pt;margin-top:64.1pt;width:108pt;height:20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" filled="f" stroked="f">
                <v:textbox inset="0,0,0,0">
                  <w:txbxContent>
                    <w:p w:rsidR="0061336E" w:rsidRDefault="005C78BE">
                      <w:pPr>
                        <w:pStyle w:val="AveryStyle2"/>
                      </w:pPr>
                      <w:r>
                        <w:t>Gift Coupon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1" layoutInCell="1" allowOverlap="1">
                <wp:simplePos x="0" y="0"/>
                <wp:positionH relativeFrom="page">
                  <wp:posOffset>1009650</wp:posOffset>
                </wp:positionH>
                <wp:positionV relativeFrom="page">
                  <wp:posOffset>1195070</wp:posOffset>
                </wp:positionV>
                <wp:extent cx="2597150" cy="254000"/>
                <wp:effectExtent l="6350" t="1270" r="0" b="0"/>
                <wp:wrapNone/>
                <wp:docPr id="27" name="TextBox_MP1_PF3_PF6_204.5_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3"/>
                            </w:pPr>
                            <w:r>
                              <w:t>Good for 1 Car Wash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3_PF6_204.5_29" o:spid="_x0000_s1027" style="position:absolute;margin-left:79.5pt;margin-top:94.1pt;width:204.5pt;height:20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" filled="f" stroked="f">
                <v:textbox inset="0,0,0,0">
                  <w:txbxContent>
                    <w:p w:rsidR="0061336E" w:rsidRDefault="005C78BE">
                      <w:pPr>
                        <w:pStyle w:val="AveryStyle3"/>
                      </w:pPr>
                      <w:r>
                        <w:t>Good for 1 Car Wash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5952" behindDoc="0" locked="1" layoutInCell="1" allowOverlap="1">
            <wp:simplePos x="0" y="0"/>
            <wp:positionH relativeFrom="page">
              <wp:posOffset>3983990</wp:posOffset>
            </wp:positionH>
            <wp:positionV relativeFrom="page">
              <wp:posOffset>562610</wp:posOffset>
            </wp:positionV>
            <wp:extent cx="3017520" cy="1645920"/>
            <wp:effectExtent l="0" t="0" r="5080" b="5080"/>
            <wp:wrapNone/>
            <wp:docPr id="28" name="Picture_MP1_PF44_PF50_237.6_129.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_MP1_PF44_PF50_237.6_129.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30175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1" layoutInCell="1" allowOverlap="1">
                <wp:simplePos x="0" y="0"/>
                <wp:positionH relativeFrom="page">
                  <wp:posOffset>5454650</wp:posOffset>
                </wp:positionH>
                <wp:positionV relativeFrom="page">
                  <wp:posOffset>814070</wp:posOffset>
                </wp:positionV>
                <wp:extent cx="1371600" cy="254000"/>
                <wp:effectExtent l="6350" t="1270" r="6350" b="0"/>
                <wp:wrapNone/>
                <wp:docPr id="26" name="TextBox_MP1_PF2_PF8_108_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4"/>
                            </w:pPr>
                            <w:r>
                              <w:t>Gift Coupon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2_PF8_108_21" o:spid="_x0000_s1028" style="position:absolute;margin-left:429.5pt;margin-top:64.1pt;width:108pt;height:20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" filled="f" stroked="f">
                <v:textbox inset="0,0,0,0">
                  <w:txbxContent>
                    <w:p w:rsidR="0061336E" w:rsidRDefault="005C78BE">
                      <w:pPr>
                        <w:pStyle w:val="AveryStyle4"/>
                      </w:pPr>
                      <w:r>
                        <w:t>Gift Coupon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1" layoutInCell="1" allowOverlap="1">
                <wp:simplePos x="0" y="0"/>
                <wp:positionH relativeFrom="page">
                  <wp:posOffset>4210050</wp:posOffset>
                </wp:positionH>
                <wp:positionV relativeFrom="page">
                  <wp:posOffset>1195070</wp:posOffset>
                </wp:positionV>
                <wp:extent cx="2597150" cy="254000"/>
                <wp:effectExtent l="6350" t="1270" r="0" b="0"/>
                <wp:wrapNone/>
                <wp:docPr id="24" name="TextBox_MP1_PF3_PF9_204.5_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5"/>
                            </w:pPr>
                            <w:r>
                              <w:t>Good for 1 Car Wash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3_PF9_204.5_29" o:spid="_x0000_s1029" style="position:absolute;margin-left:331.5pt;margin-top:94.1pt;width:204.5pt;height:20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" filled="f" stroked="f">
                <v:textbox inset="0,0,0,0">
                  <w:txbxContent>
                    <w:p w:rsidR="0061336E" w:rsidRDefault="005C78BE">
                      <w:pPr>
                        <w:pStyle w:val="AveryStyle5"/>
                      </w:pPr>
                      <w:r>
                        <w:t>Good for 1 Car Wash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1" layoutInCell="1" allowOverlap="1">
            <wp:simplePos x="0" y="0"/>
            <wp:positionH relativeFrom="page">
              <wp:posOffset>783590</wp:posOffset>
            </wp:positionH>
            <wp:positionV relativeFrom="page">
              <wp:posOffset>2391410</wp:posOffset>
            </wp:positionV>
            <wp:extent cx="3017520" cy="1645920"/>
            <wp:effectExtent l="0" t="0" r="5080" b="5080"/>
            <wp:wrapNone/>
            <wp:docPr id="25" name="Picture_MP1_PF44_PF53_237.6_129.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_MP1_PF44_PF53_237.6_129.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30175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1" layoutInCell="1" allowOverlap="1">
                <wp:simplePos x="0" y="0"/>
                <wp:positionH relativeFrom="page">
                  <wp:posOffset>2254250</wp:posOffset>
                </wp:positionH>
                <wp:positionV relativeFrom="page">
                  <wp:posOffset>2642870</wp:posOffset>
                </wp:positionV>
                <wp:extent cx="1371600" cy="254000"/>
                <wp:effectExtent l="6350" t="1270" r="6350" b="0"/>
                <wp:wrapNone/>
                <wp:docPr id="23" name="TextBox_MP1_PF2_PF11_108_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6"/>
                            </w:pPr>
                            <w:r>
                              <w:t>Gift Coupon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2_PF11_108_21" o:spid="_x0000_s1030" style="position:absolute;margin-left:177.5pt;margin-top:208.1pt;width:108pt;height:20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" filled="f" stroked="f">
                <v:textbox inset="0,0,0,0">
                  <w:txbxContent>
                    <w:p w:rsidR="0061336E" w:rsidRDefault="005C78BE">
                      <w:pPr>
                        <w:pStyle w:val="AveryStyle6"/>
                      </w:pPr>
                      <w:r>
                        <w:t>Gift Coupon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1" layoutInCell="1" allowOverlap="1">
                <wp:simplePos x="0" y="0"/>
                <wp:positionH relativeFrom="page">
                  <wp:posOffset>1009650</wp:posOffset>
                </wp:positionH>
                <wp:positionV relativeFrom="page">
                  <wp:posOffset>3023870</wp:posOffset>
                </wp:positionV>
                <wp:extent cx="2597150" cy="254000"/>
                <wp:effectExtent l="6350" t="1270" r="0" b="0"/>
                <wp:wrapNone/>
                <wp:docPr id="21" name="TextBox_MP1_PF3_PF12_204.5_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7"/>
                            </w:pPr>
                            <w:r>
                              <w:t>Good for 1 Car Wash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3_PF12_204.5_29" o:spid="_x0000_s1031" style="position:absolute;margin-left:79.5pt;margin-top:238.1pt;width:204.5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" filled="f" stroked="f">
                <v:textbox inset="0,0,0,0">
                  <w:txbxContent>
                    <w:p w:rsidR="0061336E" w:rsidRDefault="005C78BE">
                      <w:pPr>
                        <w:pStyle w:val="AveryStyle7"/>
                      </w:pPr>
                      <w:r>
                        <w:t>Good for 1 Car Wash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2096" behindDoc="0" locked="1" layoutInCell="1" allowOverlap="1">
            <wp:simplePos x="0" y="0"/>
            <wp:positionH relativeFrom="page">
              <wp:posOffset>3983990</wp:posOffset>
            </wp:positionH>
            <wp:positionV relativeFrom="page">
              <wp:posOffset>2391410</wp:posOffset>
            </wp:positionV>
            <wp:extent cx="3017520" cy="1645920"/>
            <wp:effectExtent l="0" t="0" r="5080" b="5080"/>
            <wp:wrapNone/>
            <wp:docPr id="22" name="Picture_MP1_PF44_PF56_237.6_129.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_MP1_PF44_PF56_237.6_129.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30175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>
                <wp:simplePos x="0" y="0"/>
                <wp:positionH relativeFrom="page">
                  <wp:posOffset>5454650</wp:posOffset>
                </wp:positionH>
                <wp:positionV relativeFrom="page">
                  <wp:posOffset>2642870</wp:posOffset>
                </wp:positionV>
                <wp:extent cx="1371600" cy="254000"/>
                <wp:effectExtent l="6350" t="1270" r="6350" b="0"/>
                <wp:wrapNone/>
                <wp:docPr id="20" name="TextBox_MP1_PF2_PF14_108_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8"/>
                            </w:pPr>
                            <w:r>
                              <w:t>Gift Coupon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2_PF14_108_21" o:spid="_x0000_s1032" style="position:absolute;margin-left:429.5pt;margin-top:208.1pt;width:108pt;height:20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" filled="f" stroked="f">
                <v:textbox inset="0,0,0,0">
                  <w:txbxContent>
                    <w:p w:rsidR="0061336E" w:rsidRDefault="005C78BE">
                      <w:pPr>
                        <w:pStyle w:val="AveryStyle8"/>
                      </w:pPr>
                      <w:r>
                        <w:t>Gift Coupon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4210050</wp:posOffset>
                </wp:positionH>
                <wp:positionV relativeFrom="page">
                  <wp:posOffset>3023870</wp:posOffset>
                </wp:positionV>
                <wp:extent cx="2597150" cy="254000"/>
                <wp:effectExtent l="6350" t="1270" r="0" b="0"/>
                <wp:wrapNone/>
                <wp:docPr id="18" name="TextBox_MP1_PF3_PF15_204.5_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9"/>
                            </w:pPr>
                            <w:r>
                              <w:t>Good for 1 Car Wash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3_PF15_204.5_29" o:spid="_x0000_s1033" style="position:absolute;margin-left:331.5pt;margin-top:238.1pt;width:204.5pt;height:20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" filled="f" stroked="f">
                <v:textbox inset="0,0,0,0">
                  <w:txbxContent>
                    <w:p w:rsidR="0061336E" w:rsidRDefault="005C78BE">
                      <w:pPr>
                        <w:pStyle w:val="AveryStyle9"/>
                      </w:pPr>
                      <w:r>
                        <w:t>Good for 1 Car Wash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0" locked="1" layoutInCell="1" allowOverlap="1">
            <wp:simplePos x="0" y="0"/>
            <wp:positionH relativeFrom="page">
              <wp:posOffset>783590</wp:posOffset>
            </wp:positionH>
            <wp:positionV relativeFrom="page">
              <wp:posOffset>4220210</wp:posOffset>
            </wp:positionV>
            <wp:extent cx="3017520" cy="1645920"/>
            <wp:effectExtent l="0" t="0" r="5080" b="5080"/>
            <wp:wrapNone/>
            <wp:docPr id="19" name="Picture_MP1_PF44_PF59_237.6_129.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_MP1_PF44_PF59_237.6_129.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30175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2254250</wp:posOffset>
                </wp:positionH>
                <wp:positionV relativeFrom="page">
                  <wp:posOffset>4471670</wp:posOffset>
                </wp:positionV>
                <wp:extent cx="1371600" cy="254000"/>
                <wp:effectExtent l="6350" t="1270" r="6350" b="0"/>
                <wp:wrapNone/>
                <wp:docPr id="17" name="TextBox_MP1_PF2_PF17_108_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10"/>
                            </w:pPr>
                            <w:r>
                              <w:t>Gift Coupon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2_PF17_108_21" o:spid="_x0000_s1034" style="position:absolute;margin-left:177.5pt;margin-top:352.1pt;width:108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" filled="f" stroked="f">
                <v:textbox inset="0,0,0,0">
                  <w:txbxContent>
                    <w:p w:rsidR="0061336E" w:rsidRDefault="005C78BE">
                      <w:pPr>
                        <w:pStyle w:val="AveryStyle10"/>
                      </w:pPr>
                      <w:r>
                        <w:t>Gift Coupon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1009650</wp:posOffset>
                </wp:positionH>
                <wp:positionV relativeFrom="page">
                  <wp:posOffset>4852670</wp:posOffset>
                </wp:positionV>
                <wp:extent cx="2597150" cy="254000"/>
                <wp:effectExtent l="6350" t="1270" r="0" b="0"/>
                <wp:wrapNone/>
                <wp:docPr id="15" name="TextBox_MP1_PF3_PF18_204.5_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11"/>
                            </w:pPr>
                            <w:r>
                              <w:t>Good for 1 Car Wash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3_PF18_204.5_29" o:spid="_x0000_s1035" style="position:absolute;margin-left:79.5pt;margin-top:382.1pt;width:204.5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" filled="f" stroked="f">
                <v:textbox inset="0,0,0,0">
                  <w:txbxContent>
                    <w:p w:rsidR="0061336E" w:rsidRDefault="005C78BE">
                      <w:pPr>
                        <w:pStyle w:val="AveryStyle11"/>
                      </w:pPr>
                      <w:r>
                        <w:t>Good for 1 Car Wash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3983990</wp:posOffset>
            </wp:positionH>
            <wp:positionV relativeFrom="page">
              <wp:posOffset>4220210</wp:posOffset>
            </wp:positionV>
            <wp:extent cx="3017520" cy="1645920"/>
            <wp:effectExtent l="0" t="0" r="5080" b="5080"/>
            <wp:wrapNone/>
            <wp:docPr id="16" name="Picture_MP1_PF44_PF62_237.6_129.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_MP1_PF44_PF62_237.6_129.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30175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5454650</wp:posOffset>
                </wp:positionH>
                <wp:positionV relativeFrom="page">
                  <wp:posOffset>4471670</wp:posOffset>
                </wp:positionV>
                <wp:extent cx="1371600" cy="254000"/>
                <wp:effectExtent l="6350" t="1270" r="6350" b="0"/>
                <wp:wrapNone/>
                <wp:docPr id="14" name="TextBox_MP1_PF2_PF20_108_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12"/>
                            </w:pPr>
                            <w:r>
                              <w:t>Gift Coupon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2_PF20_108_21" o:spid="_x0000_s1036" style="position:absolute;margin-left:429.5pt;margin-top:352.1pt;width:108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" filled="f" stroked="f">
                <v:textbox inset="0,0,0,0">
                  <w:txbxContent>
                    <w:p w:rsidR="0061336E" w:rsidRDefault="005C78BE">
                      <w:pPr>
                        <w:pStyle w:val="AveryStyle12"/>
                      </w:pPr>
                      <w:r>
                        <w:t>Gift Coupon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4210050</wp:posOffset>
                </wp:positionH>
                <wp:positionV relativeFrom="page">
                  <wp:posOffset>4852670</wp:posOffset>
                </wp:positionV>
                <wp:extent cx="2597150" cy="254000"/>
                <wp:effectExtent l="6350" t="1270" r="0" b="0"/>
                <wp:wrapNone/>
                <wp:docPr id="12" name="TextBox_MP1_PF3_PF21_204.5_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13"/>
                            </w:pPr>
                            <w:r>
                              <w:t>Good for 1 Car Wash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3_PF21_204.5_29" o:spid="_x0000_s1037" style="position:absolute;margin-left:331.5pt;margin-top:382.1pt;width:204.5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" filled="f" stroked="f">
                <v:textbox inset="0,0,0,0">
                  <w:txbxContent>
                    <w:p w:rsidR="0061336E" w:rsidRDefault="005C78BE">
                      <w:pPr>
                        <w:pStyle w:val="AveryStyle13"/>
                      </w:pPr>
                      <w:r>
                        <w:t>Good for 1 Car Wash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1" layoutInCell="1" allowOverlap="1">
            <wp:simplePos x="0" y="0"/>
            <wp:positionH relativeFrom="page">
              <wp:posOffset>783590</wp:posOffset>
            </wp:positionH>
            <wp:positionV relativeFrom="page">
              <wp:posOffset>6049010</wp:posOffset>
            </wp:positionV>
            <wp:extent cx="3017520" cy="1645920"/>
            <wp:effectExtent l="0" t="0" r="5080" b="5080"/>
            <wp:wrapNone/>
            <wp:docPr id="13" name="Picture_MP1_PF44_PF65_237.6_129.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_MP1_PF44_PF65_237.6_129.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30175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2254250</wp:posOffset>
                </wp:positionH>
                <wp:positionV relativeFrom="page">
                  <wp:posOffset>6300470</wp:posOffset>
                </wp:positionV>
                <wp:extent cx="1371600" cy="254000"/>
                <wp:effectExtent l="6350" t="1270" r="6350" b="0"/>
                <wp:wrapNone/>
                <wp:docPr id="11" name="TextBox_MP1_PF2_PF23_108_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14"/>
                            </w:pPr>
                            <w:r>
                              <w:t>Gift Coupon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2_PF23_108_21" o:spid="_x0000_s1038" style="position:absolute;margin-left:177.5pt;margin-top:496.1pt;width:108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" filled="f" stroked="f">
                <v:textbox inset="0,0,0,0">
                  <w:txbxContent>
                    <w:p w:rsidR="0061336E" w:rsidRDefault="005C78BE">
                      <w:pPr>
                        <w:pStyle w:val="AveryStyle14"/>
                      </w:pPr>
                      <w:r>
                        <w:t>Gift Coupon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page">
                  <wp:posOffset>1009650</wp:posOffset>
                </wp:positionH>
                <wp:positionV relativeFrom="page">
                  <wp:posOffset>6681470</wp:posOffset>
                </wp:positionV>
                <wp:extent cx="2597150" cy="254000"/>
                <wp:effectExtent l="6350" t="1270" r="0" b="0"/>
                <wp:wrapNone/>
                <wp:docPr id="9" name="TextBox_MP1_PF3_PF24_204.5_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15"/>
                            </w:pPr>
                            <w:r>
                              <w:t>Good for 1 Car Wash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3_PF24_204.5_29" o:spid="_x0000_s1039" style="position:absolute;margin-left:79.5pt;margin-top:526.1pt;width:204.5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" filled="f" stroked="f">
                <v:textbox inset="0,0,0,0">
                  <w:txbxContent>
                    <w:p w:rsidR="0061336E" w:rsidRDefault="005C78BE">
                      <w:pPr>
                        <w:pStyle w:val="AveryStyle15"/>
                      </w:pPr>
                      <w:r>
                        <w:t>Good for 1 Car Wash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1" layoutInCell="1" allowOverlap="1">
            <wp:simplePos x="0" y="0"/>
            <wp:positionH relativeFrom="page">
              <wp:posOffset>3983990</wp:posOffset>
            </wp:positionH>
            <wp:positionV relativeFrom="page">
              <wp:posOffset>6049010</wp:posOffset>
            </wp:positionV>
            <wp:extent cx="3017520" cy="1645920"/>
            <wp:effectExtent l="0" t="0" r="5080" b="5080"/>
            <wp:wrapNone/>
            <wp:docPr id="10" name="Picture_MP1_PF44_PF68_237.6_129.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_MP1_PF44_PF68_237.6_129.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30175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page">
                  <wp:posOffset>5454650</wp:posOffset>
                </wp:positionH>
                <wp:positionV relativeFrom="page">
                  <wp:posOffset>6300470</wp:posOffset>
                </wp:positionV>
                <wp:extent cx="1371600" cy="254000"/>
                <wp:effectExtent l="6350" t="1270" r="6350" b="0"/>
                <wp:wrapNone/>
                <wp:docPr id="8" name="TextBox_MP1_PF2_PF26_108_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16"/>
                            </w:pPr>
                            <w:r>
                              <w:t>Gift Coupon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2_PF26_108_21" o:spid="_x0000_s1040" style="position:absolute;margin-left:429.5pt;margin-top:496.1pt;width:108pt;height:2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" filled="f" stroked="f">
                <v:textbox inset="0,0,0,0">
                  <w:txbxContent>
                    <w:p w:rsidR="0061336E" w:rsidRDefault="005C78BE">
                      <w:pPr>
                        <w:pStyle w:val="AveryStyle16"/>
                      </w:pPr>
                      <w:r>
                        <w:t>Gift Coupon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page">
                  <wp:posOffset>4210050</wp:posOffset>
                </wp:positionH>
                <wp:positionV relativeFrom="page">
                  <wp:posOffset>6681470</wp:posOffset>
                </wp:positionV>
                <wp:extent cx="2597150" cy="254000"/>
                <wp:effectExtent l="6350" t="1270" r="0" b="0"/>
                <wp:wrapNone/>
                <wp:docPr id="6" name="TextBox_MP1_PF3_PF27_204.5_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17"/>
                            </w:pPr>
                            <w:r>
                              <w:t>Good for 1 Car Wash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3_PF27_204.5_29" o:spid="_x0000_s1041" style="position:absolute;margin-left:331.5pt;margin-top:526.1pt;width:204.5pt;height:20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" filled="f" stroked="f">
                <v:textbox inset="0,0,0,0">
                  <w:txbxContent>
                    <w:p w:rsidR="0061336E" w:rsidRDefault="005C78BE">
                      <w:pPr>
                        <w:pStyle w:val="AveryStyle17"/>
                      </w:pPr>
                      <w:r>
                        <w:t>Good for 1 Car Wash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1" layoutInCell="1" allowOverlap="1">
            <wp:simplePos x="0" y="0"/>
            <wp:positionH relativeFrom="page">
              <wp:posOffset>783590</wp:posOffset>
            </wp:positionH>
            <wp:positionV relativeFrom="page">
              <wp:posOffset>7877810</wp:posOffset>
            </wp:positionV>
            <wp:extent cx="3017520" cy="1645920"/>
            <wp:effectExtent l="0" t="0" r="5080" b="5080"/>
            <wp:wrapNone/>
            <wp:docPr id="7" name="Picture_MP1_PF44_PF71_237.6_129.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_MP1_PF44_PF71_237.6_129.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30175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page">
                  <wp:posOffset>2254250</wp:posOffset>
                </wp:positionH>
                <wp:positionV relativeFrom="page">
                  <wp:posOffset>8129270</wp:posOffset>
                </wp:positionV>
                <wp:extent cx="1371600" cy="254000"/>
                <wp:effectExtent l="6350" t="1270" r="6350" b="0"/>
                <wp:wrapNone/>
                <wp:docPr id="5" name="TextBox_MP1_PF2_PF29_108_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18"/>
                            </w:pPr>
                            <w:r>
                              <w:t>Gift Coupon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2_PF29_108_21" o:spid="_x0000_s1042" style="position:absolute;margin-left:177.5pt;margin-top:640.1pt;width:108pt;height:20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" filled="f" stroked="f">
                <v:textbox inset="0,0,0,0">
                  <w:txbxContent>
                    <w:p w:rsidR="0061336E" w:rsidRDefault="005C78BE">
                      <w:pPr>
                        <w:pStyle w:val="AveryStyle18"/>
                      </w:pPr>
                      <w:r>
                        <w:t>Gift Coupon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>
                <wp:simplePos x="0" y="0"/>
                <wp:positionH relativeFrom="page">
                  <wp:posOffset>1009650</wp:posOffset>
                </wp:positionH>
                <wp:positionV relativeFrom="page">
                  <wp:posOffset>8510270</wp:posOffset>
                </wp:positionV>
                <wp:extent cx="2597150" cy="254000"/>
                <wp:effectExtent l="6350" t="1270" r="0" b="0"/>
                <wp:wrapNone/>
                <wp:docPr id="3" name="TextBox_MP1_PF3_PF30_204.5_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19"/>
                            </w:pPr>
                            <w:r>
                              <w:t>Good for 1 Car Wash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3_PF30_204.5_29" o:spid="_x0000_s1043" style="position:absolute;margin-left:79.5pt;margin-top:670.1pt;width:204.5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" filled="f" stroked="f">
                <v:textbox inset="0,0,0,0">
                  <w:txbxContent>
                    <w:p w:rsidR="0061336E" w:rsidRDefault="005C78BE">
                      <w:pPr>
                        <w:pStyle w:val="AveryStyle19"/>
                      </w:pPr>
                      <w:r>
                        <w:t>Good for 1 Car Wash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1" layoutInCell="1" allowOverlap="1">
            <wp:simplePos x="0" y="0"/>
            <wp:positionH relativeFrom="page">
              <wp:posOffset>3983990</wp:posOffset>
            </wp:positionH>
            <wp:positionV relativeFrom="page">
              <wp:posOffset>7877810</wp:posOffset>
            </wp:positionV>
            <wp:extent cx="3017520" cy="1645920"/>
            <wp:effectExtent l="0" t="0" r="5080" b="5080"/>
            <wp:wrapNone/>
            <wp:docPr id="4" name="Picture_MP1_PF44_PF74_237.6_129.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_MP1_PF44_PF74_237.6_129.6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30175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>
                <wp:simplePos x="0" y="0"/>
                <wp:positionH relativeFrom="page">
                  <wp:posOffset>5454650</wp:posOffset>
                </wp:positionH>
                <wp:positionV relativeFrom="page">
                  <wp:posOffset>8129270</wp:posOffset>
                </wp:positionV>
                <wp:extent cx="1371600" cy="254000"/>
                <wp:effectExtent l="6350" t="1270" r="6350" b="0"/>
                <wp:wrapNone/>
                <wp:docPr id="2" name="TextBox_MP1_PF2_PF32_108_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20"/>
                            </w:pPr>
                            <w:r>
                              <w:t>Gift Coupon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2_PF32_108_21" o:spid="_x0000_s1044" style="position:absolute;margin-left:429.5pt;margin-top:640.1pt;width:108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" filled="f" stroked="f">
                <v:textbox inset="0,0,0,0">
                  <w:txbxContent>
                    <w:p w:rsidR="0061336E" w:rsidRDefault="005C78BE">
                      <w:pPr>
                        <w:pStyle w:val="AveryStyle20"/>
                      </w:pPr>
                      <w:r>
                        <w:t>Gift Coupon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>
                <wp:simplePos x="0" y="0"/>
                <wp:positionH relativeFrom="page">
                  <wp:posOffset>4210050</wp:posOffset>
                </wp:positionH>
                <wp:positionV relativeFrom="page">
                  <wp:posOffset>8510270</wp:posOffset>
                </wp:positionV>
                <wp:extent cx="2597150" cy="254000"/>
                <wp:effectExtent l="6350" t="1270" r="0" b="0"/>
                <wp:wrapNone/>
                <wp:docPr id="1" name="TextBox_MP1_PF3_PF33_204.5_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36E" w:rsidRDefault="005C78BE">
                            <w:pPr>
                              <w:pStyle w:val="AveryStyle21"/>
                            </w:pPr>
                            <w:r>
                              <w:t>Good for 1 Car Wash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3_PF33_204.5_29" o:spid="_x0000_s1045" style="position:absolute;margin-left:331.5pt;margin-top:670.1pt;width:204.5pt;height:20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" filled="f" stroked="f">
                <v:textbox inset="0,0,0,0">
                  <w:txbxContent>
                    <w:p w:rsidR="0061336E" w:rsidRDefault="005C78BE">
                      <w:pPr>
                        <w:pStyle w:val="AveryStyle21"/>
                      </w:pPr>
                      <w:r>
                        <w:t>Good for 1 Car Wash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</w:p>
    <w:sectPr w:rsidR="0061336E" w:rsidSect="0061336E">
      <w:pgSz w:w="12240" w:h="15840"/>
      <w:pgMar w:top="720" w:right="446" w:bottom="600" w:left="120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B7"/>
    <w:rsid w:val="003139B7"/>
    <w:rsid w:val="003927AE"/>
    <w:rsid w:val="005C78BE"/>
    <w:rsid w:val="0061336E"/>
    <w:rsid w:val="008A149E"/>
    <w:rsid w:val="00E0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61336E"/>
    <w:pPr>
      <w:spacing w:before="57" w:after="57"/>
      <w:ind w:left="172" w:right="172"/>
      <w:jc w:val="center"/>
    </w:pPr>
    <w:rPr>
      <w:rFonts w:ascii="Arial" w:hAnsi="Arial" w:cs="Arial"/>
      <w:bCs/>
      <w:color w:val="000000"/>
      <w:sz w:val="28"/>
      <w:szCs w:val="22"/>
    </w:rPr>
  </w:style>
  <w:style w:type="paragraph" w:customStyle="1" w:styleId="AveryStyle2">
    <w:name w:val="Avery Style 2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3">
    <w:name w:val="Avery Style 3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4">
    <w:name w:val="Avery Style 4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5">
    <w:name w:val="Avery Style 5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6">
    <w:name w:val="Avery Style 6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7">
    <w:name w:val="Avery Style 7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8">
    <w:name w:val="Avery Style 8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9">
    <w:name w:val="Avery Style 9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10">
    <w:name w:val="Avery Style 10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11">
    <w:name w:val="Avery Style 11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12">
    <w:name w:val="Avery Style 12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13">
    <w:name w:val="Avery Style 13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14">
    <w:name w:val="Avery Style 14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15">
    <w:name w:val="Avery Style 15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16">
    <w:name w:val="Avery Style 16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17">
    <w:name w:val="Avery Style 17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18">
    <w:name w:val="Avery Style 18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19">
    <w:name w:val="Avery Style 19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20">
    <w:name w:val="Avery Style 20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21">
    <w:name w:val="Avery Style 21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61336E"/>
    <w:pPr>
      <w:spacing w:before="57" w:after="57"/>
      <w:ind w:left="172" w:right="172"/>
      <w:jc w:val="center"/>
    </w:pPr>
    <w:rPr>
      <w:rFonts w:ascii="Arial" w:hAnsi="Arial" w:cs="Arial"/>
      <w:bCs/>
      <w:color w:val="000000"/>
      <w:sz w:val="28"/>
      <w:szCs w:val="22"/>
    </w:rPr>
  </w:style>
  <w:style w:type="paragraph" w:customStyle="1" w:styleId="AveryStyle2">
    <w:name w:val="Avery Style 2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3">
    <w:name w:val="Avery Style 3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4">
    <w:name w:val="Avery Style 4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5">
    <w:name w:val="Avery Style 5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6">
    <w:name w:val="Avery Style 6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7">
    <w:name w:val="Avery Style 7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8">
    <w:name w:val="Avery Style 8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9">
    <w:name w:val="Avery Style 9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10">
    <w:name w:val="Avery Style 10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11">
    <w:name w:val="Avery Style 11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12">
    <w:name w:val="Avery Style 12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13">
    <w:name w:val="Avery Style 13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14">
    <w:name w:val="Avery Style 14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15">
    <w:name w:val="Avery Style 15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16">
    <w:name w:val="Avery Style 16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17">
    <w:name w:val="Avery Style 17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18">
    <w:name w:val="Avery Style 18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19">
    <w:name w:val="Avery Style 19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  <w:style w:type="paragraph" w:customStyle="1" w:styleId="AveryStyle20">
    <w:name w:val="Avery Style 20"/>
    <w:uiPriority w:val="99"/>
    <w:rsid w:val="0061336E"/>
    <w:rPr>
      <w:rFonts w:ascii="Times New Roman" w:hAnsi="Times New Roman"/>
      <w:bCs/>
      <w:color w:val="FF3399"/>
      <w:sz w:val="32"/>
      <w:szCs w:val="22"/>
    </w:rPr>
  </w:style>
  <w:style w:type="paragraph" w:customStyle="1" w:styleId="AveryStyle21">
    <w:name w:val="Avery Style 21"/>
    <w:uiPriority w:val="99"/>
    <w:rsid w:val="0061336E"/>
    <w:pPr>
      <w:jc w:val="center"/>
    </w:pPr>
    <w:rPr>
      <w:rFonts w:ascii="Times New Roman" w:hAnsi="Times New Roman"/>
      <w:bCs/>
      <w:color w:val="000000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Users:danielholleman:Downloads:TS01037605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TS010376055.dot</Template>
  <TotalTime>1</TotalTime>
  <Pages>1</Pages>
  <Words>6</Words>
  <Characters>40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Manager/>
  <Company>Avery Dennison Corporation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1</cp:revision>
  <cp:lastPrinted>1601-01-01T00:00:00Z</cp:lastPrinted>
  <dcterms:created xsi:type="dcterms:W3CDTF">2014-04-22T13:29:00Z</dcterms:created>
  <dcterms:modified xsi:type="dcterms:W3CDTF">2014-04-22T13:30:00Z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TC103760559990</vt:lpwstr>
  </property>
</Properties>
</file>